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C427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C427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C427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C427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C427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C427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74E5E" w14:paraId="1568E05F" w14:textId="77777777" w:rsidTr="278C8B7B">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lang w:val="fr-BE" w:eastAsia="en-GB"/>
            </w:rPr>
            <w:id w:val="1693032537"/>
            <w:placeholder>
              <w:docPart w:val="3EA8CF6EEFEA4E0A8C856271A54D6DC1"/>
            </w:placeholder>
          </w:sdtPr>
          <w:sdtEndPr/>
          <w:sdtContent>
            <w:tc>
              <w:tcPr>
                <w:tcW w:w="5491" w:type="dxa"/>
              </w:tcPr>
              <w:p w14:paraId="2AA4F572" w14:textId="6CBBD8E4" w:rsidR="00377580" w:rsidRPr="00080A71" w:rsidRDefault="00974E5E" w:rsidP="005F6927">
                <w:pPr>
                  <w:tabs>
                    <w:tab w:val="left" w:pos="426"/>
                  </w:tabs>
                  <w:rPr>
                    <w:bCs/>
                    <w:lang w:val="en-IE" w:eastAsia="en-GB"/>
                  </w:rPr>
                </w:pPr>
                <w:r>
                  <w:rPr>
                    <w:bCs/>
                    <w:lang w:val="fr-BE" w:eastAsia="en-GB"/>
                  </w:rPr>
                  <w:t>CNECT F2</w:t>
                </w:r>
              </w:p>
            </w:tc>
          </w:sdtContent>
        </w:sdt>
      </w:tr>
      <w:tr w:rsidR="00377580" w:rsidRPr="00974E5E" w14:paraId="134D49F6" w14:textId="77777777" w:rsidTr="278C8B7B">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lang w:val="fr-BE" w:eastAsia="en-GB"/>
            </w:rPr>
            <w:id w:val="-686597872"/>
            <w:placeholder>
              <w:docPart w:val="60106104C58244479DA9EA116B4F1602"/>
            </w:placeholder>
          </w:sdtPr>
          <w:sdtEndPr/>
          <w:sdtContent>
            <w:tc>
              <w:tcPr>
                <w:tcW w:w="5491" w:type="dxa"/>
              </w:tcPr>
              <w:p w14:paraId="51C87C16" w14:textId="62088ABF" w:rsidR="00377580" w:rsidRPr="00080A71" w:rsidRDefault="21CEF9B1" w:rsidP="278C8B7B">
                <w:pPr>
                  <w:tabs>
                    <w:tab w:val="left" w:pos="426"/>
                  </w:tabs>
                  <w:rPr>
                    <w:lang w:val="en-IE" w:eastAsia="en-GB"/>
                  </w:rPr>
                </w:pPr>
                <w:proofErr w:type="gramStart"/>
                <w:r w:rsidRPr="278C8B7B">
                  <w:rPr>
                    <w:lang w:val="fr-BE" w:eastAsia="en-GB"/>
                  </w:rPr>
                  <w:t>postes</w:t>
                </w:r>
                <w:proofErr w:type="gramEnd"/>
                <w:r w:rsidRPr="278C8B7B">
                  <w:rPr>
                    <w:lang w:val="fr-BE" w:eastAsia="en-GB"/>
                  </w:rPr>
                  <w:t xml:space="preserve"> </w:t>
                </w:r>
                <w:r w:rsidR="00974E5E" w:rsidRPr="278C8B7B">
                  <w:rPr>
                    <w:lang w:val="fr-BE" w:eastAsia="en-GB"/>
                  </w:rPr>
                  <w:t xml:space="preserve">DSA </w:t>
                </w:r>
              </w:p>
            </w:tc>
          </w:sdtContent>
        </w:sdt>
      </w:tr>
      <w:tr w:rsidR="00377580" w:rsidRPr="001D3EEC" w14:paraId="38F42E75" w14:textId="77777777" w:rsidTr="278C8B7B">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lang w:val="fr-BE" w:eastAsia="en-GB"/>
              </w:rPr>
              <w:id w:val="226507670"/>
              <w:placeholder>
                <w:docPart w:val="D8BE6C0997514348B27B45353A0FA576"/>
              </w:placeholder>
            </w:sdtPr>
            <w:sdtEndPr/>
            <w:sdtContent>
              <w:p w14:paraId="369CA7C8" w14:textId="4533E067" w:rsidR="00377580" w:rsidRPr="0044164E" w:rsidRDefault="00974E5E" w:rsidP="005F6927">
                <w:pPr>
                  <w:tabs>
                    <w:tab w:val="left" w:pos="426"/>
                  </w:tabs>
                  <w:rPr>
                    <w:bCs/>
                    <w:lang w:val="fr-BE" w:eastAsia="en-GB"/>
                  </w:rPr>
                </w:pPr>
                <w:r w:rsidRPr="0044164E">
                  <w:rPr>
                    <w:bCs/>
                    <w:lang w:val="fr-BE" w:eastAsia="en-GB"/>
                  </w:rPr>
                  <w:t>Prabhat Agarwal</w:t>
                </w:r>
                <w:r w:rsidR="00CD4510" w:rsidRPr="0044164E">
                  <w:rPr>
                    <w:bCs/>
                    <w:lang w:val="fr-BE" w:eastAsia="en-GB"/>
                  </w:rPr>
                  <w:t xml:space="preserve"> / Geneviève Lucas</w:t>
                </w:r>
              </w:p>
            </w:sdtContent>
          </w:sdt>
          <w:p w14:paraId="32DD8032" w14:textId="345D3C4D" w:rsidR="00377580" w:rsidRPr="0044164E" w:rsidRDefault="5D8C660C" w:rsidP="278C8B7B">
            <w:pPr>
              <w:tabs>
                <w:tab w:val="left" w:pos="426"/>
              </w:tabs>
              <w:contextualSpacing/>
              <w:rPr>
                <w:lang w:val="fr-BE" w:eastAsia="en-GB"/>
              </w:rPr>
            </w:pPr>
            <w:r w:rsidRPr="0044164E">
              <w:rPr>
                <w:lang w:val="fr-BE" w:eastAsia="en-GB"/>
              </w:rPr>
              <w:t>Au</w:t>
            </w:r>
            <w:r w:rsidR="00B566C1" w:rsidRPr="0044164E">
              <w:rPr>
                <w:lang w:val="fr-BE" w:eastAsia="en-GB"/>
              </w:rPr>
              <w:t xml:space="preserve"> </w:t>
            </w:r>
            <w:r w:rsidRPr="0044164E">
              <w:rPr>
                <w:lang w:val="fr-BE" w:eastAsia="en-GB"/>
              </w:rPr>
              <w:t xml:space="preserve">cours de l’année </w:t>
            </w:r>
            <w:sdt>
              <w:sdtPr>
                <w:rPr>
                  <w:lang w:val="fr-BE" w:eastAsia="en-GB"/>
                </w:rPr>
                <w:id w:val="1115250968"/>
                <w:placeholder>
                  <w:docPart w:val="9EBECBA452424E76B003807228B1B58D"/>
                </w:placeholder>
              </w:sdtPr>
              <w:sdtEndPr/>
              <w:sdtContent>
                <w:sdt>
                  <w:sdtPr>
                    <w:rPr>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74E5E" w:rsidRPr="0044164E">
                      <w:rPr>
                        <w:lang w:val="fr-BE" w:eastAsia="en-GB"/>
                      </w:rPr>
                      <w:t>2025</w:t>
                    </w:r>
                  </w:sdtContent>
                </w:sdt>
              </w:sdtContent>
            </w:sdt>
            <w:r w:rsidR="00377580" w:rsidRPr="0044164E">
              <w:rPr>
                <w:lang w:val="fr-BE" w:eastAsia="en-GB"/>
              </w:rPr>
              <w:t xml:space="preserve"> </w:t>
            </w:r>
          </w:p>
          <w:p w14:paraId="768BBE26" w14:textId="6B16CBA6" w:rsidR="00377580" w:rsidRPr="001D3EEC" w:rsidRDefault="00BC427F" w:rsidP="005F6927">
            <w:pPr>
              <w:tabs>
                <w:tab w:val="left" w:pos="426"/>
              </w:tabs>
              <w:contextualSpacing/>
              <w:jc w:val="left"/>
              <w:rPr>
                <w:bCs/>
                <w:szCs w:val="24"/>
                <w:lang w:val="fr-BE" w:eastAsia="en-GB"/>
              </w:rPr>
            </w:pPr>
            <w:sdt>
              <w:sdtPr>
                <w:rPr>
                  <w:bCs/>
                  <w:lang w:val="fr-BE" w:eastAsia="en-GB"/>
                </w:rPr>
                <w:id w:val="202528730"/>
              </w:sdtPr>
              <w:sdtEndPr/>
              <w:sdtContent>
                <w:r w:rsidR="00974E5E">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74E5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278C8B7B">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3336AE01"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278C8B7B">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5AAC0C3D"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BC427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C427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C427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4AF4298"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44164E" w14:paraId="377A2509" w14:textId="77777777" w:rsidTr="278C8B7B">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88013D1"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75pt" o:ole="">
                  <v:imagedata r:id="rId22" o:title=""/>
                </v:shape>
                <w:control r:id="rId23" w:name="OptionButton2" w:shapeid="_x0000_i1045"/>
              </w:object>
            </w:r>
            <w:r>
              <w:rPr>
                <w:bCs/>
                <w:lang w:val="en-GB" w:eastAsia="en-GB"/>
              </w:rPr>
              <w:object w:dxaOrig="1440" w:dyaOrig="1440" w14:anchorId="7A15FAEE">
                <v:shape id="_x0000_i1047" type="#_x0000_t75" style="width:108pt;height:21.75pt" o:ole="">
                  <v:imagedata r:id="rId24" o:title=""/>
                </v:shape>
                <w:control r:id="rId25" w:name="OptionButton3" w:shapeid="_x0000_i1047"/>
              </w:object>
            </w:r>
          </w:p>
          <w:p w14:paraId="63DD2FA8" w14:textId="70A49ADC"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BC427F">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039549112"/>
            <w:placeholder>
              <w:docPart w:val="396A0B586241429CB701B33D434347DA"/>
            </w:placeholder>
          </w:sdtPr>
          <w:sdtEndPr/>
          <w:sdtContent>
            <w:p w14:paraId="1BDF9761" w14:textId="77777777" w:rsidR="00974E5E" w:rsidRPr="00F90CDA" w:rsidRDefault="00974E5E" w:rsidP="00974E5E">
              <w:pPr>
                <w:rPr>
                  <w:lang w:val="fr-BE" w:eastAsia="en-GB"/>
                </w:rPr>
              </w:pPr>
              <w:r w:rsidRPr="00F90CDA">
                <w:rPr>
                  <w:lang w:val="fr-BE" w:eastAsia="en-GB"/>
                </w:rPr>
                <w:t>Qui sommes-nous ?</w:t>
              </w:r>
            </w:p>
            <w:p w14:paraId="6BBF18FC" w14:textId="77777777" w:rsidR="00974E5E" w:rsidRPr="00F90CDA" w:rsidRDefault="00974E5E" w:rsidP="00974E5E">
              <w:pPr>
                <w:rPr>
                  <w:lang w:val="fr-BE" w:eastAsia="en-GB"/>
                </w:rPr>
              </w:pPr>
              <w:r w:rsidRPr="00F90CDA">
                <w:rPr>
                  <w:lang w:val="fr-BE" w:eastAsia="en-GB"/>
                </w:rPr>
                <w:t xml:space="preserve">Nous sommes la direction </w:t>
              </w:r>
              <w:proofErr w:type="spellStart"/>
              <w:r w:rsidRPr="00F90CDA">
                <w:rPr>
                  <w:lang w:val="fr-BE" w:eastAsia="en-GB"/>
                </w:rPr>
                <w:t>Platformes</w:t>
              </w:r>
              <w:proofErr w:type="spellEnd"/>
              <w:r w:rsidRPr="00F90CDA">
                <w:rPr>
                  <w:lang w:val="fr-BE" w:eastAsia="en-GB"/>
                </w:rPr>
                <w:t xml:space="preserve"> de la DG CONNECT</w:t>
              </w:r>
              <w:r>
                <w:rPr>
                  <w:lang w:val="fr-BE" w:eastAsia="en-GB"/>
                </w:rPr>
                <w:t xml:space="preserve"> qui </w:t>
              </w:r>
              <w:proofErr w:type="gramStart"/>
              <w:r>
                <w:rPr>
                  <w:lang w:val="fr-BE" w:eastAsia="en-GB"/>
                </w:rPr>
                <w:t>sommes en charge</w:t>
              </w:r>
              <w:proofErr w:type="gramEnd"/>
              <w:r>
                <w:rPr>
                  <w:lang w:val="fr-BE" w:eastAsia="en-GB"/>
                </w:rPr>
                <w:t xml:space="preserve"> de la mise en œuvre du Digital Services </w:t>
              </w:r>
              <w:proofErr w:type="spellStart"/>
              <w:r>
                <w:rPr>
                  <w:lang w:val="fr-BE" w:eastAsia="en-GB"/>
                </w:rPr>
                <w:t>Act</w:t>
              </w:r>
              <w:proofErr w:type="spellEnd"/>
              <w:r>
                <w:rPr>
                  <w:lang w:val="fr-BE" w:eastAsia="en-GB"/>
                </w:rPr>
                <w:t xml:space="preserve"> – législation sur les services numériques</w:t>
              </w:r>
              <w:r w:rsidRPr="00F90CDA">
                <w:rPr>
                  <w:lang w:val="fr-BE" w:eastAsia="en-GB"/>
                </w:rPr>
                <w:t xml:space="preserve">. </w:t>
              </w:r>
            </w:p>
            <w:p w14:paraId="1D2E76F5" w14:textId="77777777" w:rsidR="00974E5E" w:rsidRPr="00F90CDA" w:rsidRDefault="00974E5E" w:rsidP="00974E5E">
              <w:pPr>
                <w:rPr>
                  <w:lang w:val="fr-BE" w:eastAsia="en-GB"/>
                </w:rPr>
              </w:pPr>
              <w:r w:rsidRPr="00F90CDA">
                <w:rPr>
                  <w:lang w:val="fr-BE" w:eastAsia="en-GB"/>
                </w:rPr>
                <w:t>No</w:t>
              </w:r>
              <w:r>
                <w:rPr>
                  <w:lang w:val="fr-BE" w:eastAsia="en-GB"/>
                </w:rPr>
                <w:t>tre</w:t>
              </w:r>
              <w:r w:rsidRPr="00F90CDA">
                <w:rPr>
                  <w:lang w:val="fr-BE" w:eastAsia="en-GB"/>
                </w:rPr>
                <w:t xml:space="preserve"> </w:t>
              </w:r>
              <w:r>
                <w:rPr>
                  <w:lang w:val="fr-BE" w:eastAsia="en-GB"/>
                </w:rPr>
                <w:t xml:space="preserve">travail couvre un </w:t>
              </w:r>
              <w:r w:rsidRPr="00F90CDA">
                <w:rPr>
                  <w:lang w:val="fr-BE" w:eastAsia="en-GB"/>
                </w:rPr>
                <w:t xml:space="preserve">éventail des politiques et réglementations applicables aux services intermédiaires en ligne, y compris la législation sur les services numériques (Digital </w:t>
              </w:r>
              <w:r w:rsidRPr="00F90CDA">
                <w:rPr>
                  <w:lang w:val="fr-BE" w:eastAsia="en-GB"/>
                </w:rPr>
                <w:lastRenderedPageBreak/>
                <w:t xml:space="preserve">Services </w:t>
              </w:r>
              <w:proofErr w:type="spellStart"/>
              <w:r w:rsidRPr="00F90CDA">
                <w:rPr>
                  <w:lang w:val="fr-BE" w:eastAsia="en-GB"/>
                </w:rPr>
                <w:t>Act</w:t>
              </w:r>
              <w:proofErr w:type="spellEnd"/>
              <w:r w:rsidRPr="00F90CDA">
                <w:rPr>
                  <w:lang w:val="fr-BE" w:eastAsia="en-GB"/>
                </w:rPr>
                <w:t xml:space="preserve">, DSA) et la législation sur les marchés numériques (Digital </w:t>
              </w:r>
              <w:proofErr w:type="spellStart"/>
              <w:r w:rsidRPr="00F90CDA">
                <w:rPr>
                  <w:lang w:val="fr-BE" w:eastAsia="en-GB"/>
                </w:rPr>
                <w:t>Markets</w:t>
              </w:r>
              <w:proofErr w:type="spellEnd"/>
              <w:r w:rsidRPr="00F90CDA">
                <w:rPr>
                  <w:lang w:val="fr-BE" w:eastAsia="en-GB"/>
                </w:rPr>
                <w:t xml:space="preserve"> </w:t>
              </w:r>
              <w:proofErr w:type="spellStart"/>
              <w:r w:rsidRPr="00F90CDA">
                <w:rPr>
                  <w:lang w:val="fr-BE" w:eastAsia="en-GB"/>
                </w:rPr>
                <w:t>Act</w:t>
              </w:r>
              <w:proofErr w:type="spellEnd"/>
              <w:r w:rsidRPr="00F90CDA">
                <w:rPr>
                  <w:lang w:val="fr-BE" w:eastAsia="en-GB"/>
                </w:rPr>
                <w:t>, DMA), le règlement promouvant l’équité et la transparence pour les entreprises utilisatrices de services d’intermédiation en ligne aussi appelé</w:t>
              </w:r>
              <w:proofErr w:type="gramStart"/>
              <w:r w:rsidRPr="00F90CDA">
                <w:rPr>
                  <w:lang w:val="fr-BE" w:eastAsia="en-GB"/>
                </w:rPr>
                <w:t xml:space="preserve"> «Platform</w:t>
              </w:r>
              <w:proofErr w:type="gramEnd"/>
              <w:r w:rsidRPr="00F90CDA">
                <w:rPr>
                  <w:lang w:val="fr-BE" w:eastAsia="en-GB"/>
                </w:rPr>
                <w:t xml:space="preserve">-2-Business» et la directive </w:t>
              </w:r>
              <w:proofErr w:type="spellStart"/>
              <w:r w:rsidRPr="00F90CDA">
                <w:rPr>
                  <w:lang w:val="fr-BE" w:eastAsia="en-GB"/>
                </w:rPr>
                <w:t>eCommerce</w:t>
              </w:r>
              <w:proofErr w:type="spellEnd"/>
              <w:r w:rsidRPr="00F90CDA">
                <w:rPr>
                  <w:lang w:val="fr-BE" w:eastAsia="en-GB"/>
                </w:rPr>
                <w:t xml:space="preserve">. </w:t>
              </w:r>
            </w:p>
            <w:p w14:paraId="1A964EC7" w14:textId="7F387F55" w:rsidR="00974E5E" w:rsidRPr="00F90CDA" w:rsidRDefault="00974E5E" w:rsidP="00974E5E">
              <w:pPr>
                <w:rPr>
                  <w:lang w:val="fr-BE" w:eastAsia="en-GB"/>
                </w:rPr>
              </w:pPr>
              <w:r w:rsidRPr="00F90CDA">
                <w:rPr>
                  <w:lang w:val="fr-BE" w:eastAsia="en-GB"/>
                </w:rPr>
                <w:t xml:space="preserve">La majeure partie de notre travail est la surveillance de la mise en œuvre et de l’application du DSA. Notre équipe est en expansion et compte parmi elle une équipe </w:t>
              </w:r>
              <w:r w:rsidR="00E21EBB">
                <w:rPr>
                  <w:lang w:val="fr-BE"/>
                </w:rPr>
                <w:t>travaillant à l’exécution du DSA</w:t>
              </w:r>
              <w:r w:rsidRPr="00F90CDA">
                <w:rPr>
                  <w:lang w:val="fr-BE" w:eastAsia="en-GB"/>
                </w:rPr>
                <w:t xml:space="preserve"> dynamique et très motivée</w:t>
              </w:r>
              <w:r>
                <w:rPr>
                  <w:lang w:val="fr-BE" w:eastAsia="en-GB"/>
                </w:rPr>
                <w:t xml:space="preserve"> </w:t>
              </w:r>
              <w:r w:rsidRPr="004C6680">
                <w:rPr>
                  <w:lang w:val="fr-BE" w:eastAsia="en-GB"/>
                </w:rPr>
                <w:t>issus d’un large éventail d’horizons.</w:t>
              </w:r>
            </w:p>
            <w:p w14:paraId="1358DD7F" w14:textId="77777777" w:rsidR="00974E5E" w:rsidRPr="00F90CDA" w:rsidRDefault="00974E5E" w:rsidP="00974E5E">
              <w:pPr>
                <w:rPr>
                  <w:lang w:val="fr-BE" w:eastAsia="en-GB"/>
                </w:rPr>
              </w:pPr>
              <w:r w:rsidRPr="00F90CDA">
                <w:rPr>
                  <w:lang w:val="fr-BE" w:eastAsia="en-GB"/>
                </w:rPr>
                <w:t>Pourquoi nous rejoindre ?</w:t>
              </w:r>
            </w:p>
            <w:p w14:paraId="53360343" w14:textId="77777777" w:rsidR="00974E5E" w:rsidRPr="00F90CDA" w:rsidRDefault="00974E5E" w:rsidP="00974E5E">
              <w:pPr>
                <w:rPr>
                  <w:lang w:val="fr-BE" w:eastAsia="en-GB"/>
                </w:rPr>
              </w:pPr>
              <w:r w:rsidRPr="00F90CDA">
                <w:rPr>
                  <w:lang w:val="fr-BE" w:eastAsia="en-GB"/>
                </w:rPr>
                <w:t xml:space="preserve">Le DSA et le DMA constituent de nouvelles réglementations numériques pionnières et figurent parmi les actions prioritaires de la Commission dans le cadre des politiques visant à construire une Europe adaptée à l’ère numérique. </w:t>
              </w:r>
            </w:p>
            <w:p w14:paraId="5A280F09" w14:textId="77777777" w:rsidR="00974E5E" w:rsidRPr="00F90CDA" w:rsidRDefault="00974E5E" w:rsidP="00974E5E">
              <w:pPr>
                <w:rPr>
                  <w:lang w:val="fr-BE" w:eastAsia="en-GB"/>
                </w:rPr>
              </w:pPr>
              <w:r w:rsidRPr="00F90CDA">
                <w:rPr>
                  <w:lang w:val="fr-BE" w:eastAsia="en-GB"/>
                </w:rPr>
                <w:t xml:space="preserve">La Commission a mis en place une nouvelle entité réglementaire au sein de la DG CONNECT, au sein d’une Direction "Plateformes" dédiée. Au sein de cette direction, l’équipe chargée de l’application du DSA </w:t>
              </w:r>
              <w:r>
                <w:rPr>
                  <w:lang w:val="fr-BE" w:eastAsia="en-GB"/>
                </w:rPr>
                <w:t>est</w:t>
              </w:r>
              <w:r w:rsidRPr="00F90CDA">
                <w:rPr>
                  <w:lang w:val="fr-BE" w:eastAsia="en-GB"/>
                </w:rPr>
                <w:t xml:space="preserve"> chargée du travail de régulation, dans le cadre de nouvelles compétences uniques de la Commission au niveau mondial, supervisant les</w:t>
              </w:r>
              <w:proofErr w:type="gramStart"/>
              <w:r w:rsidRPr="00F90CDA">
                <w:rPr>
                  <w:lang w:val="fr-BE" w:eastAsia="en-GB"/>
                </w:rPr>
                <w:t xml:space="preserve"> «très</w:t>
              </w:r>
              <w:proofErr w:type="gramEnd"/>
              <w:r w:rsidRPr="00F90CDA">
                <w:rPr>
                  <w:lang w:val="fr-BE" w:eastAsia="en-GB"/>
                </w:rPr>
                <w:t xml:space="preserve"> grandes plateformes en ligne» et les «très grands moteurs de recherche en ligne», c’est-à-dire ceux qui comptent plus de 45 millions d’utilisateurs dans l’UE.  </w:t>
              </w:r>
            </w:p>
            <w:p w14:paraId="4DD5A31C" w14:textId="0D92752A" w:rsidR="00974E5E" w:rsidRDefault="00974E5E" w:rsidP="00974E5E">
              <w:pPr>
                <w:rPr>
                  <w:lang w:val="fr-BE" w:eastAsia="en-GB"/>
                </w:rPr>
              </w:pPr>
              <w:r w:rsidRPr="00F90CDA">
                <w:rPr>
                  <w:lang w:val="fr-BE" w:eastAsia="en-GB"/>
                </w:rPr>
                <w:t>Avec de nouveaux pouvoirs réglementaires novateurs, la Commission supervise les systèmes que ces plateformes en ligne mettent en place pour lutter contre les contenus illicite</w:t>
              </w:r>
              <w:r>
                <w:rPr>
                  <w:lang w:val="fr-BE" w:eastAsia="en-GB"/>
                </w:rPr>
                <w:t>s, incluant les produits et services – main dans la main avec les autorités règlementaires nationales</w:t>
              </w:r>
              <w:r w:rsidRPr="00F90CDA">
                <w:rPr>
                  <w:lang w:val="fr-BE" w:eastAsia="en-GB"/>
                </w:rPr>
                <w:t>. L’équipe coopère étroitement et de manière continue avec le nouveau Centre européen pour la transparence algorithmique, établi au sein du Centre commun de recherche de la Commission. Une partie des travaux consiste à examiner les systèmes de recommandation et les algorithmes de modération des contenus des plateformes, dans le cadre de leur conformité globale avec le DSA. L'équipe assure également la cohérence entre le DSA et le DMA, ainsi que la cohérence entre les autres initiatives européennes et nationales.</w:t>
              </w:r>
            </w:p>
            <w:p w14:paraId="18140A21" w14:textId="38B52DE4" w:rsidR="001A0074" w:rsidRPr="00974E5E" w:rsidRDefault="00974E5E" w:rsidP="001A0074">
              <w:pPr>
                <w:rPr>
                  <w:lang w:val="fr-BE" w:eastAsia="en-GB"/>
                </w:rPr>
              </w:pPr>
              <w:r w:rsidRPr="00F90CDA">
                <w:rPr>
                  <w:lang w:val="fr-BE" w:eastAsia="en-GB"/>
                </w:rPr>
                <w:t>L’équipe interagit fréquemment avec des parties prenantes externes, y compris les entreprises réglementées, les acteurs de la société civile et les universitaires, et collabore étroitement avec les États membres,</w:t>
              </w:r>
              <w:r>
                <w:rPr>
                  <w:lang w:val="fr-BE" w:eastAsia="en-GB"/>
                </w:rPr>
                <w:t xml:space="preserve"> les </w:t>
              </w:r>
              <w:r w:rsidRPr="007F46B7">
                <w:rPr>
                  <w:lang w:val="fr-BE" w:eastAsia="en-GB"/>
                </w:rPr>
                <w:t>autorités de régulation et autres organismes disposant de l’expertise nécessaire</w:t>
              </w:r>
              <w:r w:rsidRPr="00F90CDA">
                <w:rPr>
                  <w:lang w:val="fr-BE" w:eastAsia="en-GB"/>
                </w:rPr>
                <w:t xml:space="preserve"> </w:t>
              </w:r>
              <w:r>
                <w:rPr>
                  <w:lang w:val="fr-BE" w:eastAsia="en-GB"/>
                </w:rPr>
                <w:t>ainsi que l</w:t>
              </w:r>
              <w:r w:rsidRPr="00F90CDA">
                <w:rPr>
                  <w:lang w:val="fr-BE" w:eastAsia="en-GB"/>
                </w:rPr>
                <w:t>es pays tiers concernés et les organisations internationales.</w:t>
              </w:r>
            </w:p>
          </w:sdtContent>
        </w:sdt>
      </w:sdtContent>
    </w:sdt>
    <w:p w14:paraId="30B422AA" w14:textId="77777777" w:rsidR="00301CA3" w:rsidRPr="00CD451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2A7D6AD" w14:textId="01002C92" w:rsidR="00974E5E" w:rsidRDefault="00974E5E" w:rsidP="001A0074">
          <w:pPr>
            <w:rPr>
              <w:lang w:val="fr-BE" w:eastAsia="en-GB"/>
            </w:rPr>
          </w:pPr>
          <w:r>
            <w:rPr>
              <w:lang w:val="fr-BE" w:eastAsia="en-GB"/>
            </w:rPr>
            <w:t xml:space="preserve">Nous proposons une </w:t>
          </w:r>
          <w:r w:rsidRPr="002D6EFD">
            <w:rPr>
              <w:lang w:val="fr-BE" w:eastAsia="en-GB"/>
            </w:rPr>
            <w:t xml:space="preserve">occasion unique et </w:t>
          </w:r>
          <w:r>
            <w:rPr>
              <w:lang w:val="fr-BE" w:eastAsia="en-GB"/>
            </w:rPr>
            <w:t>stimulante</w:t>
          </w:r>
          <w:r w:rsidRPr="002D6EFD">
            <w:rPr>
              <w:lang w:val="fr-BE" w:eastAsia="en-GB"/>
            </w:rPr>
            <w:t xml:space="preserve"> pour un</w:t>
          </w:r>
          <w:r>
            <w:rPr>
              <w:lang w:val="fr-BE" w:eastAsia="en-GB"/>
            </w:rPr>
            <w:t>/e</w:t>
          </w:r>
          <w:r w:rsidRPr="002D6EFD">
            <w:rPr>
              <w:lang w:val="fr-BE" w:eastAsia="en-GB"/>
            </w:rPr>
            <w:t xml:space="preserve"> professionnel</w:t>
          </w:r>
          <w:r>
            <w:rPr>
              <w:lang w:val="fr-BE" w:eastAsia="en-GB"/>
            </w:rPr>
            <w:t>/le</w:t>
          </w:r>
          <w:r w:rsidRPr="002D6EFD">
            <w:rPr>
              <w:lang w:val="fr-BE" w:eastAsia="en-GB"/>
            </w:rPr>
            <w:t xml:space="preserve"> expérimenté</w:t>
          </w:r>
          <w:r>
            <w:rPr>
              <w:lang w:val="fr-BE" w:eastAsia="en-GB"/>
            </w:rPr>
            <w:t>/e</w:t>
          </w:r>
          <w:r w:rsidRPr="002D6EFD">
            <w:rPr>
              <w:lang w:val="fr-BE" w:eastAsia="en-GB"/>
            </w:rPr>
            <w:t xml:space="preserve"> de rejoindre l’équipe en tant qu’expert national détaché (END)</w:t>
          </w:r>
          <w:r>
            <w:rPr>
              <w:lang w:val="fr-BE" w:eastAsia="en-GB"/>
            </w:rPr>
            <w:t xml:space="preserve"> et </w:t>
          </w:r>
          <w:r w:rsidRPr="002865B9">
            <w:rPr>
              <w:lang w:val="fr-BE" w:eastAsia="en-GB"/>
            </w:rPr>
            <w:t xml:space="preserve">de </w:t>
          </w:r>
          <w:r>
            <w:rPr>
              <w:lang w:val="fr-BE" w:eastAsia="en-GB"/>
            </w:rPr>
            <w:t xml:space="preserve">la </w:t>
          </w:r>
          <w:r w:rsidRPr="002865B9">
            <w:rPr>
              <w:lang w:val="fr-BE" w:eastAsia="en-GB"/>
            </w:rPr>
            <w:t xml:space="preserve">soutenir </w:t>
          </w:r>
          <w:r>
            <w:rPr>
              <w:lang w:val="fr-BE" w:eastAsia="en-GB"/>
            </w:rPr>
            <w:t>dans l’</w:t>
          </w:r>
          <w:r w:rsidRPr="002865B9">
            <w:rPr>
              <w:lang w:val="fr-BE" w:eastAsia="en-GB"/>
            </w:rPr>
            <w:t>appli</w:t>
          </w:r>
          <w:r>
            <w:rPr>
              <w:lang w:val="fr-BE" w:eastAsia="en-GB"/>
            </w:rPr>
            <w:t>cation de</w:t>
          </w:r>
          <w:r w:rsidRPr="002865B9">
            <w:rPr>
              <w:lang w:val="fr-BE" w:eastAsia="en-GB"/>
            </w:rPr>
            <w:t xml:space="preserve"> la législation </w:t>
          </w:r>
          <w:r>
            <w:rPr>
              <w:lang w:val="fr-BE" w:eastAsia="en-GB"/>
            </w:rPr>
            <w:t>dans différents domaines comme décrit au paragraphe « nous recherchons »</w:t>
          </w:r>
          <w:r w:rsidRPr="002865B9">
            <w:rPr>
              <w:lang w:val="fr-BE" w:eastAsia="en-GB"/>
            </w:rPr>
            <w:t>.</w:t>
          </w:r>
        </w:p>
        <w:p w14:paraId="6A240445" w14:textId="77777777" w:rsidR="00974E5E" w:rsidRPr="00F90CDA" w:rsidRDefault="00974E5E" w:rsidP="00974E5E">
          <w:pPr>
            <w:rPr>
              <w:lang w:val="fr-BE" w:eastAsia="en-GB"/>
            </w:rPr>
          </w:pPr>
          <w:r w:rsidRPr="00F90CDA">
            <w:rPr>
              <w:lang w:val="fr-BE" w:eastAsia="en-GB"/>
            </w:rPr>
            <w:t>Fonctions et tâches :</w:t>
          </w:r>
        </w:p>
        <w:p w14:paraId="02C4C654" w14:textId="77777777" w:rsidR="00974E5E" w:rsidRPr="00F90CDA" w:rsidRDefault="00974E5E" w:rsidP="00974E5E">
          <w:pPr>
            <w:rPr>
              <w:lang w:val="fr-BE" w:eastAsia="en-GB"/>
            </w:rPr>
          </w:pPr>
          <w:r w:rsidRPr="00F90CDA">
            <w:rPr>
              <w:lang w:val="fr-BE" w:eastAsia="en-GB"/>
            </w:rPr>
            <w:t xml:space="preserve">• </w:t>
          </w:r>
          <w:r w:rsidRPr="004C6680">
            <w:rPr>
              <w:lang w:val="fr-BE" w:eastAsia="en-GB"/>
            </w:rPr>
            <w:t xml:space="preserve">Contribuer à l’application de la législation sur les services numériques </w:t>
          </w:r>
          <w:r>
            <w:rPr>
              <w:lang w:val="fr-BE" w:eastAsia="en-GB"/>
            </w:rPr>
            <w:t>en é</w:t>
          </w:r>
          <w:r w:rsidRPr="004C6680">
            <w:rPr>
              <w:lang w:val="fr-BE" w:eastAsia="en-GB"/>
            </w:rPr>
            <w:t xml:space="preserve">tablissant des approches, des lignes directrices et des cadres analytiques fondés sur des données </w:t>
          </w:r>
          <w:proofErr w:type="gramStart"/>
          <w:r w:rsidRPr="004C6680">
            <w:rPr>
              <w:lang w:val="fr-BE" w:eastAsia="en-GB"/>
            </w:rPr>
            <w:t>probantes</w:t>
          </w:r>
          <w:proofErr w:type="gramEnd"/>
          <w:r>
            <w:rPr>
              <w:lang w:val="fr-BE" w:eastAsia="en-GB"/>
            </w:rPr>
            <w:t xml:space="preserve"> </w:t>
          </w:r>
          <w:r w:rsidRPr="00F90CDA">
            <w:rPr>
              <w:lang w:val="fr-BE" w:eastAsia="en-GB"/>
            </w:rPr>
            <w:t xml:space="preserve">;  </w:t>
          </w:r>
        </w:p>
        <w:p w14:paraId="51F93046" w14:textId="77777777" w:rsidR="00974E5E" w:rsidRPr="00F90CDA" w:rsidRDefault="00974E5E" w:rsidP="00974E5E">
          <w:pPr>
            <w:rPr>
              <w:lang w:val="fr-BE" w:eastAsia="en-GB"/>
            </w:rPr>
          </w:pPr>
          <w:r w:rsidRPr="00F90CDA">
            <w:rPr>
              <w:lang w:val="fr-BE" w:eastAsia="en-GB"/>
            </w:rPr>
            <w:lastRenderedPageBreak/>
            <w:t>• Dialoguer avec les parties prenantes concernées afin de recueillir des connaissances et des éléments de preuve à l’appui de l’application du DSA</w:t>
          </w:r>
          <w:r>
            <w:rPr>
              <w:lang w:val="fr-BE" w:eastAsia="en-GB"/>
            </w:rPr>
            <w:t xml:space="preserve"> </w:t>
          </w:r>
          <w:r w:rsidRPr="00F90CDA">
            <w:rPr>
              <w:lang w:val="fr-BE" w:eastAsia="en-GB"/>
            </w:rPr>
            <w:t xml:space="preserve">; </w:t>
          </w:r>
        </w:p>
        <w:p w14:paraId="5FBDCA44" w14:textId="7EBA86C5" w:rsidR="00974E5E" w:rsidRPr="00F90CDA" w:rsidRDefault="00974E5E" w:rsidP="00974E5E">
          <w:pPr>
            <w:rPr>
              <w:lang w:val="fr-BE" w:eastAsia="en-GB"/>
            </w:rPr>
          </w:pPr>
          <w:r w:rsidRPr="00F90CDA">
            <w:rPr>
              <w:lang w:val="fr-BE" w:eastAsia="en-GB"/>
            </w:rPr>
            <w:t>• Collaborer avec les entités relevant du champ d’application, les États membres, les tiers et d’autres parties prenantes afin de préparer la mise en œuvre effective des règles, y compris en contribuant au droit dérivé, aux lignes directrices, aux codes de conduite ou aux normes pertinentes</w:t>
          </w:r>
          <w:r>
            <w:rPr>
              <w:lang w:val="fr-BE" w:eastAsia="en-GB"/>
            </w:rPr>
            <w:t xml:space="preserve"> </w:t>
          </w:r>
          <w:r w:rsidRPr="00F90CDA">
            <w:rPr>
              <w:lang w:val="fr-BE" w:eastAsia="en-GB"/>
            </w:rPr>
            <w:t xml:space="preserve">; </w:t>
          </w:r>
        </w:p>
        <w:p w14:paraId="0F058592" w14:textId="54D13A70" w:rsidR="00974E5E" w:rsidRPr="00F90CDA" w:rsidRDefault="00974E5E" w:rsidP="00974E5E">
          <w:pPr>
            <w:rPr>
              <w:lang w:val="fr-BE" w:eastAsia="en-GB"/>
            </w:rPr>
          </w:pPr>
          <w:r w:rsidRPr="00F90CDA">
            <w:rPr>
              <w:lang w:val="fr-BE" w:eastAsia="en-GB"/>
            </w:rPr>
            <w:t>• Dans le cadre d’équipes pluridisciplinaires chargées des dossiers, détecter, enquêter et analyser les infractions potentielles au DSA</w:t>
          </w:r>
          <w:r>
            <w:rPr>
              <w:lang w:val="fr-BE" w:eastAsia="en-GB"/>
            </w:rPr>
            <w:t xml:space="preserve"> </w:t>
          </w:r>
          <w:r w:rsidRPr="00F90CDA">
            <w:rPr>
              <w:lang w:val="fr-BE" w:eastAsia="en-GB"/>
            </w:rPr>
            <w:t xml:space="preserve">; </w:t>
          </w:r>
        </w:p>
        <w:p w14:paraId="61E1F6F9" w14:textId="79BBBE44" w:rsidR="00974E5E" w:rsidRPr="00F90CDA" w:rsidRDefault="00974E5E" w:rsidP="00974E5E">
          <w:pPr>
            <w:rPr>
              <w:lang w:val="fr-BE" w:eastAsia="en-GB"/>
            </w:rPr>
          </w:pPr>
          <w:r w:rsidRPr="00F90CDA">
            <w:rPr>
              <w:lang w:val="fr-BE" w:eastAsia="en-GB"/>
            </w:rPr>
            <w:t>• Contribuer aux activités internes et externes de gestion des connaissances, de formation et de communication</w:t>
          </w:r>
          <w:r>
            <w:rPr>
              <w:lang w:val="fr-BE" w:eastAsia="en-GB"/>
            </w:rPr>
            <w:t xml:space="preserve"> </w:t>
          </w:r>
          <w:r w:rsidRPr="00F90CDA">
            <w:rPr>
              <w:lang w:val="fr-BE" w:eastAsia="en-GB"/>
            </w:rPr>
            <w:t xml:space="preserve">;  </w:t>
          </w:r>
        </w:p>
        <w:p w14:paraId="34CC8C7E" w14:textId="77777777" w:rsidR="00974E5E" w:rsidRPr="00F90CDA" w:rsidRDefault="00974E5E" w:rsidP="00974E5E">
          <w:pPr>
            <w:rPr>
              <w:lang w:val="fr-BE" w:eastAsia="en-GB"/>
            </w:rPr>
          </w:pPr>
          <w:r w:rsidRPr="00F90CDA">
            <w:rPr>
              <w:lang w:val="fr-BE" w:eastAsia="en-GB"/>
            </w:rPr>
            <w:t>• Contribuer à des projets de prospective technologique.</w:t>
          </w:r>
        </w:p>
        <w:p w14:paraId="2636960A" w14:textId="77777777" w:rsidR="00974E5E" w:rsidRPr="00F90CDA" w:rsidRDefault="00974E5E" w:rsidP="00974E5E">
          <w:pPr>
            <w:rPr>
              <w:lang w:val="fr-BE" w:eastAsia="en-GB"/>
            </w:rPr>
          </w:pPr>
          <w:r w:rsidRPr="00F90CDA">
            <w:rPr>
              <w:lang w:val="fr-BE" w:eastAsia="en-GB"/>
            </w:rPr>
            <w:t xml:space="preserve">Les tâches peuvent également </w:t>
          </w:r>
          <w:proofErr w:type="gramStart"/>
          <w:r w:rsidRPr="00F90CDA">
            <w:rPr>
              <w:lang w:val="fr-BE" w:eastAsia="en-GB"/>
            </w:rPr>
            <w:t>comprendre:</w:t>
          </w:r>
          <w:proofErr w:type="gramEnd"/>
          <w:r w:rsidRPr="00F90CDA">
            <w:rPr>
              <w:lang w:val="fr-BE" w:eastAsia="en-GB"/>
            </w:rPr>
            <w:t xml:space="preserve"> </w:t>
          </w:r>
        </w:p>
        <w:p w14:paraId="1726D66D" w14:textId="327F1FE7" w:rsidR="00974E5E" w:rsidRPr="00F90CDA" w:rsidRDefault="00974E5E" w:rsidP="00974E5E">
          <w:pPr>
            <w:rPr>
              <w:lang w:val="fr-BE" w:eastAsia="en-GB"/>
            </w:rPr>
          </w:pPr>
          <w:r w:rsidRPr="00F90CDA">
            <w:rPr>
              <w:lang w:val="fr-BE" w:eastAsia="en-GB"/>
            </w:rPr>
            <w:t>• Mener des enquêtes, et notamment des inspections, d’entités désignées et d’activités connexes</w:t>
          </w:r>
          <w:r>
            <w:rPr>
              <w:lang w:val="fr-BE" w:eastAsia="en-GB"/>
            </w:rPr>
            <w:t xml:space="preserve"> </w:t>
          </w:r>
          <w:r w:rsidRPr="00F90CDA">
            <w:rPr>
              <w:lang w:val="fr-BE" w:eastAsia="en-GB"/>
            </w:rPr>
            <w:t xml:space="preserve">; </w:t>
          </w:r>
        </w:p>
        <w:p w14:paraId="47FCD070" w14:textId="51F7BBA8" w:rsidR="00974E5E" w:rsidRPr="00F90CDA" w:rsidRDefault="00974E5E" w:rsidP="00974E5E">
          <w:pPr>
            <w:rPr>
              <w:lang w:val="fr-BE" w:eastAsia="en-GB"/>
            </w:rPr>
          </w:pPr>
          <w:r w:rsidRPr="00F90CDA">
            <w:rPr>
              <w:lang w:val="fr-BE" w:eastAsia="en-GB"/>
            </w:rPr>
            <w:t>• Contribuer aux enquêtes conjointes menées avec les États membres</w:t>
          </w:r>
          <w:r>
            <w:rPr>
              <w:lang w:val="fr-BE" w:eastAsia="en-GB"/>
            </w:rPr>
            <w:t xml:space="preserve"> </w:t>
          </w:r>
          <w:r w:rsidRPr="00F90CDA">
            <w:rPr>
              <w:lang w:val="fr-BE" w:eastAsia="en-GB"/>
            </w:rPr>
            <w:t xml:space="preserve">;  </w:t>
          </w:r>
        </w:p>
        <w:p w14:paraId="3B1D2FA2" w14:textId="78525D58" w:rsidR="001A0074" w:rsidRPr="00974E5E" w:rsidRDefault="00974E5E" w:rsidP="00974E5E">
          <w:pPr>
            <w:rPr>
              <w:lang w:val="fr-BE" w:eastAsia="en-GB"/>
            </w:rPr>
          </w:pPr>
          <w:r w:rsidRPr="00F90CDA">
            <w:rPr>
              <w:lang w:val="fr-BE" w:eastAsia="en-GB"/>
            </w:rPr>
            <w:t>• Mener des activités de suivi et de contrôle</w:t>
          </w:r>
          <w:r>
            <w:rPr>
              <w:lang w:val="fr-BE" w:eastAsia="en-GB"/>
            </w:rPr>
            <w:t>.</w:t>
          </w:r>
        </w:p>
      </w:sdtContent>
    </w:sdt>
    <w:p w14:paraId="3D69C09B" w14:textId="77777777" w:rsidR="00301CA3" w:rsidRPr="00974E5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0EDA276" w14:textId="77777777" w:rsidR="00974E5E" w:rsidRPr="00974E5E" w:rsidRDefault="00974E5E" w:rsidP="00974E5E">
          <w:pPr>
            <w:pStyle w:val="ListNumber"/>
            <w:numPr>
              <w:ilvl w:val="0"/>
              <w:numId w:val="0"/>
            </w:numPr>
            <w:rPr>
              <w:lang w:val="fr-BE" w:eastAsia="en-GB"/>
            </w:rPr>
          </w:pPr>
          <w:r w:rsidRPr="00974E5E">
            <w:rPr>
              <w:lang w:val="fr-BE" w:eastAsia="en-GB"/>
            </w:rPr>
            <w:t>Nous recherchons à renforcer en général les équipes chargées de la mise en œuvre et nous sommes ouvert à un large éventail d’expressions d’intérêts.</w:t>
          </w:r>
        </w:p>
        <w:p w14:paraId="177E7391" w14:textId="77777777" w:rsidR="00974E5E" w:rsidRPr="00974E5E" w:rsidRDefault="00974E5E" w:rsidP="00974E5E">
          <w:pPr>
            <w:pStyle w:val="ListNumber"/>
            <w:numPr>
              <w:ilvl w:val="0"/>
              <w:numId w:val="0"/>
            </w:numPr>
            <w:rPr>
              <w:lang w:val="fr-BE" w:eastAsia="en-GB"/>
            </w:rPr>
          </w:pPr>
          <w:r w:rsidRPr="00974E5E">
            <w:rPr>
              <w:lang w:val="fr-BE" w:eastAsia="en-GB"/>
            </w:rPr>
            <w:t>Les candidats seront basés à Bruxelles.</w:t>
          </w:r>
        </w:p>
        <w:p w14:paraId="69244E53" w14:textId="23C95B9C" w:rsidR="00974E5E" w:rsidRPr="00974E5E" w:rsidRDefault="00974E5E" w:rsidP="00974E5E">
          <w:pPr>
            <w:pStyle w:val="ListNumber"/>
            <w:numPr>
              <w:ilvl w:val="0"/>
              <w:numId w:val="0"/>
            </w:numPr>
            <w:rPr>
              <w:lang w:val="fr-BE" w:eastAsia="en-GB"/>
            </w:rPr>
          </w:pPr>
          <w:r w:rsidRPr="00974E5E">
            <w:rPr>
              <w:lang w:val="fr-BE" w:eastAsia="en-GB"/>
            </w:rPr>
            <w:t>Nos besoins spécifiques à présent sont de r</w:t>
          </w:r>
          <w:r>
            <w:rPr>
              <w:lang w:val="fr-BE" w:eastAsia="en-GB"/>
            </w:rPr>
            <w:t>e</w:t>
          </w:r>
          <w:r w:rsidRPr="00974E5E">
            <w:rPr>
              <w:lang w:val="fr-BE" w:eastAsia="en-GB"/>
            </w:rPr>
            <w:t>nforcer le travail dans les domaines suivants :</w:t>
          </w:r>
        </w:p>
        <w:p w14:paraId="30DDBF63"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Crimes en ligne (comme le discours haineux en ligne, le contenu terroriste, le matériel pédopornographique, mais aussi formes de violence fondée sur le genre)</w:t>
          </w:r>
        </w:p>
        <w:p w14:paraId="46040EC2"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Aspects de la protection des consommateurs des marchés en ligne (comme les produits non conformes)</w:t>
          </w:r>
        </w:p>
        <w:p w14:paraId="24B7017E"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protection des mineurs en ligne (y inclus les aspects de la santé mentale)</w:t>
          </w:r>
        </w:p>
        <w:p w14:paraId="1BC11086"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Le monitoring des plateformes en ligne</w:t>
          </w:r>
        </w:p>
        <w:p w14:paraId="58A39EAC"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transparence de la modération des contenus en ligne</w:t>
          </w:r>
        </w:p>
        <w:p w14:paraId="180B1CF4"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L’intelligence artificielle, les systèmes algorithmiques de modération du contenu et les systèmes de recommandation</w:t>
          </w:r>
        </w:p>
        <w:p w14:paraId="7D6288C4"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publicité en ligne sous le DSA</w:t>
          </w:r>
        </w:p>
        <w:p w14:paraId="4825B606"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désinformation</w:t>
          </w:r>
        </w:p>
        <w:p w14:paraId="69C4D088" w14:textId="77777777" w:rsidR="00974E5E" w:rsidRPr="00974E5E" w:rsidRDefault="00974E5E" w:rsidP="00974E5E">
          <w:pPr>
            <w:pStyle w:val="ListNumber"/>
            <w:numPr>
              <w:ilvl w:val="0"/>
              <w:numId w:val="0"/>
            </w:numPr>
            <w:rPr>
              <w:lang w:val="fr-BE" w:eastAsia="en-GB"/>
            </w:rPr>
          </w:pPr>
          <w:r w:rsidRPr="00974E5E">
            <w:rPr>
              <w:lang w:val="fr-BE" w:eastAsia="en-GB"/>
            </w:rPr>
            <w:lastRenderedPageBreak/>
            <w:t>-</w:t>
          </w:r>
          <w:r w:rsidRPr="00974E5E">
            <w:rPr>
              <w:lang w:val="fr-BE" w:eastAsia="en-GB"/>
            </w:rPr>
            <w:tab/>
            <w:t>La science des données.</w:t>
          </w:r>
        </w:p>
        <w:p w14:paraId="3E80CEC4" w14:textId="77777777" w:rsidR="00974E5E" w:rsidRPr="00974E5E" w:rsidRDefault="00974E5E" w:rsidP="00974E5E">
          <w:pPr>
            <w:pStyle w:val="ListNumber"/>
            <w:numPr>
              <w:ilvl w:val="0"/>
              <w:numId w:val="0"/>
            </w:numPr>
            <w:rPr>
              <w:lang w:val="fr-BE" w:eastAsia="en-GB"/>
            </w:rPr>
          </w:pPr>
          <w:r w:rsidRPr="00974E5E">
            <w:rPr>
              <w:lang w:val="fr-BE" w:eastAsia="en-GB"/>
            </w:rPr>
            <w:t>Les connaissances préalables ne sont pas requises, mais une expérience dans l’un des domaines supplémentaires suivants constituerait un atout: (a) une expérience avérée dans tout domaine pertinent pour la législation sur les services numériques, grâce soit à la connaissance des entités réglementées, soit à l’expertise pertinente en la matière; (b) une expérience en matière de réglementation, d’application ou d’autres modalités de mise en conformité et une affinité avec la rigueur juridique et procédurale.</w:t>
          </w:r>
        </w:p>
        <w:p w14:paraId="6E891B7A" w14:textId="77777777" w:rsidR="00974E5E" w:rsidRPr="00974E5E" w:rsidRDefault="00974E5E" w:rsidP="00974E5E">
          <w:pPr>
            <w:pStyle w:val="ListNumber"/>
            <w:numPr>
              <w:ilvl w:val="0"/>
              <w:numId w:val="0"/>
            </w:numPr>
            <w:rPr>
              <w:lang w:val="fr-BE" w:eastAsia="en-GB"/>
            </w:rPr>
          </w:pPr>
          <w:r w:rsidRPr="00974E5E">
            <w:rPr>
              <w:lang w:val="fr-BE" w:eastAsia="en-GB"/>
            </w:rPr>
            <w:t>En tous cas, une volonté d’apprendre et d’aider à construire l’appareil régulatoire f qui sous-tend la législation sur les services numériques ainsi qu’un excellent esprit d’équipe, en particulier la capacité à s’intégrer dans des structures d’équipe fluides et en évolution rapide sont nécessaires.</w:t>
          </w:r>
        </w:p>
        <w:p w14:paraId="1CF01534" w14:textId="77777777" w:rsidR="00974E5E" w:rsidRPr="00974E5E" w:rsidRDefault="00974E5E" w:rsidP="00974E5E">
          <w:pPr>
            <w:pStyle w:val="ListNumber"/>
            <w:numPr>
              <w:ilvl w:val="0"/>
              <w:numId w:val="0"/>
            </w:numPr>
            <w:rPr>
              <w:lang w:val="fr-BE" w:eastAsia="en-GB"/>
            </w:rPr>
          </w:pPr>
          <w:r w:rsidRPr="00974E5E">
            <w:rPr>
              <w:lang w:val="fr-BE" w:eastAsia="en-GB"/>
            </w:rPr>
            <w:t>Notre candidat idéal est un acteur d’équipe diligent, résilient, ouvert, créatif et constructif. Au-delà des connaissances spécialisées ci-dessus, nous recherchons des candidats ayant une passion pour la politique réglementaire numérique, les droits fondamentaux et la réglementation de l’internet en général.</w:t>
          </w:r>
        </w:p>
        <w:p w14:paraId="7E409EA7" w14:textId="416A255C" w:rsidR="001A0074" w:rsidRPr="00974E5E" w:rsidRDefault="00974E5E" w:rsidP="00974E5E">
          <w:pPr>
            <w:pStyle w:val="ListNumber"/>
            <w:numPr>
              <w:ilvl w:val="0"/>
              <w:numId w:val="0"/>
            </w:numPr>
            <w:rPr>
              <w:lang w:val="fr-BE" w:eastAsia="en-GB"/>
            </w:rPr>
          </w:pPr>
          <w:r w:rsidRPr="00974E5E">
            <w:rPr>
              <w:lang w:val="fr-BE" w:eastAsia="en-GB"/>
            </w:rPr>
            <w:t xml:space="preserve"> Langue(s) nécessaire(s) pour l'accomplissement des </w:t>
          </w:r>
          <w:proofErr w:type="gramStart"/>
          <w:r w:rsidRPr="00974E5E">
            <w:rPr>
              <w:lang w:val="fr-BE" w:eastAsia="en-GB"/>
            </w:rPr>
            <w:t>tâches:</w:t>
          </w:r>
          <w:proofErr w:type="gramEnd"/>
          <w:r w:rsidRPr="00974E5E">
            <w:rPr>
              <w:lang w:val="fr-BE" w:eastAsia="en-GB"/>
            </w:rPr>
            <w:t xml:space="preserve"> Excellente maîtrise orale et écrite de l’anglais: compétences orales et écrites équivalentes au niveau C1 ou supérieur à des fins professionnelles.</w:t>
          </w:r>
        </w:p>
      </w:sdtContent>
    </w:sdt>
    <w:p w14:paraId="5D76C15C" w14:textId="77777777" w:rsidR="00F65CC2" w:rsidRPr="00974E5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4FBB2598">
      <w:pPr>
        <w:rPr>
          <w:lang w:eastAsia="en-GB"/>
        </w:rPr>
      </w:pPr>
      <w:r w:rsidRPr="4FBB2598">
        <w:rPr>
          <w:u w:val="single"/>
          <w:lang w:eastAsia="en-GB"/>
        </w:rPr>
        <w:t>Employeur :</w:t>
      </w:r>
      <w:r w:rsidR="00443957" w:rsidRPr="4FBB2598">
        <w:rPr>
          <w:lang w:eastAsia="en-GB"/>
        </w:rPr>
        <w:t xml:space="preserve"> </w:t>
      </w:r>
      <w:r w:rsidR="000914BF" w:rsidRPr="4FBB2598">
        <w:rPr>
          <w:lang w:eastAsia="en-GB"/>
        </w:rPr>
        <w:t xml:space="preserve">être employé par </w:t>
      </w:r>
      <w:r w:rsidR="00443957" w:rsidRPr="4FBB2598">
        <w:rPr>
          <w:lang w:eastAsia="en-GB"/>
        </w:rPr>
        <w:t xml:space="preserve">une administration publique nationale, régionale ou locale, ou </w:t>
      </w:r>
      <w:r w:rsidR="000914BF" w:rsidRPr="4FBB2598">
        <w:rPr>
          <w:lang w:eastAsia="en-GB"/>
        </w:rPr>
        <w:t>par une organisation intergouvernementale</w:t>
      </w:r>
      <w:r w:rsidR="00443957" w:rsidRPr="4FBB2598">
        <w:rPr>
          <w:lang w:eastAsia="en-GB"/>
        </w:rPr>
        <w:t xml:space="preserve"> (OIG</w:t>
      </w:r>
      <w:proofErr w:type="gramStart"/>
      <w:r w:rsidR="00443957" w:rsidRPr="4FBB2598">
        <w:rPr>
          <w:lang w:eastAsia="en-GB"/>
        </w:rPr>
        <w:t>);</w:t>
      </w:r>
      <w:proofErr w:type="gramEnd"/>
      <w:r w:rsidR="00443957" w:rsidRPr="4FBB2598">
        <w:rPr>
          <w:lang w:eastAsia="en-GB"/>
        </w:rPr>
        <w:t xml:space="preserve"> </w:t>
      </w:r>
      <w:r w:rsidR="000914BF" w:rsidRPr="4FBB2598">
        <w:rPr>
          <w:lang w:eastAsia="en-GB"/>
        </w:rPr>
        <w:t xml:space="preserve">exceptionnellement et après dérogation, la Commission peut accepter des candidatures </w:t>
      </w:r>
      <w:r w:rsidR="00866E7F" w:rsidRPr="4FBB2598">
        <w:rPr>
          <w:lang w:eastAsia="en-GB"/>
        </w:rPr>
        <w:t>lorsque votre</w:t>
      </w:r>
      <w:r w:rsidR="004D3B51" w:rsidRPr="4FBB2598">
        <w:rPr>
          <w:lang w:eastAsia="en-GB"/>
        </w:rPr>
        <w:t xml:space="preserve"> </w:t>
      </w:r>
      <w:r w:rsidR="000914BF" w:rsidRPr="4FBB2598">
        <w:rPr>
          <w:lang w:eastAsia="en-GB"/>
        </w:rPr>
        <w:t xml:space="preserve">employeur </w:t>
      </w:r>
      <w:r w:rsidR="00866E7F" w:rsidRPr="4FBB2598">
        <w:rPr>
          <w:lang w:eastAsia="en-GB"/>
        </w:rPr>
        <w:t>est un organisme</w:t>
      </w:r>
      <w:r w:rsidR="004D3B51" w:rsidRPr="4FBB2598">
        <w:rPr>
          <w:lang w:eastAsia="en-GB"/>
        </w:rPr>
        <w:t xml:space="preserve"> </w:t>
      </w:r>
      <w:r w:rsidR="000914BF" w:rsidRPr="4FBB2598">
        <w:rPr>
          <w:lang w:eastAsia="en-GB"/>
        </w:rPr>
        <w:t>du secteur public (e.g. agence ou institut de régularisation)</w:t>
      </w:r>
      <w:r w:rsidR="006F23BA" w:rsidRPr="4FBB2598">
        <w:rPr>
          <w:lang w:eastAsia="en-GB"/>
        </w:rPr>
        <w:t xml:space="preserve">, </w:t>
      </w:r>
      <w:r w:rsidR="000914BF" w:rsidRPr="4FBB2598">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0" w:nlCheck="1" w:checkStyle="0"/>
  <w:activeWritingStyle w:appName="MSWord" w:lang="en-IE" w:vendorID="64" w:dllVersion="0" w:nlCheck="1" w:checkStyle="0"/>
  <w:activeWritingStyle w:appName="MSWord" w:lang="fr-B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32D12"/>
    <w:rsid w:val="00136A8D"/>
    <w:rsid w:val="00144DFE"/>
    <w:rsid w:val="001A0074"/>
    <w:rsid w:val="001D3EEC"/>
    <w:rsid w:val="001F789C"/>
    <w:rsid w:val="00215A56"/>
    <w:rsid w:val="0028413D"/>
    <w:rsid w:val="002841B7"/>
    <w:rsid w:val="002A6E30"/>
    <w:rsid w:val="002B37EB"/>
    <w:rsid w:val="002F5590"/>
    <w:rsid w:val="00301CA3"/>
    <w:rsid w:val="00377580"/>
    <w:rsid w:val="00394581"/>
    <w:rsid w:val="0044164E"/>
    <w:rsid w:val="00442C7E"/>
    <w:rsid w:val="00443957"/>
    <w:rsid w:val="00462268"/>
    <w:rsid w:val="004A4BB7"/>
    <w:rsid w:val="004D3B51"/>
    <w:rsid w:val="004D5CF6"/>
    <w:rsid w:val="0053405E"/>
    <w:rsid w:val="00556CBD"/>
    <w:rsid w:val="00627E3A"/>
    <w:rsid w:val="0064577F"/>
    <w:rsid w:val="006A1CB2"/>
    <w:rsid w:val="006B47B6"/>
    <w:rsid w:val="006F23BA"/>
    <w:rsid w:val="0074301E"/>
    <w:rsid w:val="007A10AA"/>
    <w:rsid w:val="007A1396"/>
    <w:rsid w:val="007B5FAE"/>
    <w:rsid w:val="007E131B"/>
    <w:rsid w:val="007E4F35"/>
    <w:rsid w:val="00814293"/>
    <w:rsid w:val="008241B0"/>
    <w:rsid w:val="008315CD"/>
    <w:rsid w:val="0086201A"/>
    <w:rsid w:val="00866E7F"/>
    <w:rsid w:val="008A0FF3"/>
    <w:rsid w:val="0092295D"/>
    <w:rsid w:val="00974E5E"/>
    <w:rsid w:val="00A65B97"/>
    <w:rsid w:val="00A878CB"/>
    <w:rsid w:val="00A917BE"/>
    <w:rsid w:val="00A935BF"/>
    <w:rsid w:val="00AE3855"/>
    <w:rsid w:val="00B27F4B"/>
    <w:rsid w:val="00B31DC8"/>
    <w:rsid w:val="00B566C1"/>
    <w:rsid w:val="00B81AA2"/>
    <w:rsid w:val="00BC427F"/>
    <w:rsid w:val="00BF389A"/>
    <w:rsid w:val="00C518F5"/>
    <w:rsid w:val="00C71C40"/>
    <w:rsid w:val="00C97ECE"/>
    <w:rsid w:val="00CD4510"/>
    <w:rsid w:val="00D56783"/>
    <w:rsid w:val="00D703FC"/>
    <w:rsid w:val="00D82B48"/>
    <w:rsid w:val="00D92789"/>
    <w:rsid w:val="00DC5C83"/>
    <w:rsid w:val="00DD6540"/>
    <w:rsid w:val="00E0579E"/>
    <w:rsid w:val="00E21EBB"/>
    <w:rsid w:val="00E5708E"/>
    <w:rsid w:val="00E850B7"/>
    <w:rsid w:val="00E927FE"/>
    <w:rsid w:val="00F12868"/>
    <w:rsid w:val="00F65CC2"/>
    <w:rsid w:val="21CEF9B1"/>
    <w:rsid w:val="278C8B7B"/>
    <w:rsid w:val="4FBB2598"/>
    <w:rsid w:val="5D8C66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96A0B586241429CB701B33D434347DA"/>
        <w:category>
          <w:name w:val="General"/>
          <w:gallery w:val="placeholder"/>
        </w:category>
        <w:types>
          <w:type w:val="bbPlcHdr"/>
        </w:types>
        <w:behaviors>
          <w:behavior w:val="content"/>
        </w:behaviors>
        <w:guid w:val="{897FD28F-ED1D-4E39-976A-2DC84B9F30C6}"/>
      </w:docPartPr>
      <w:docPartBody>
        <w:p w:rsidR="00136A8D" w:rsidRDefault="00136A8D" w:rsidP="00136A8D">
          <w:pPr>
            <w:pStyle w:val="396A0B586241429CB701B33D434347DA"/>
          </w:pPr>
          <w:r w:rsidRPr="00A65B9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C2A9C"/>
    <w:multiLevelType w:val="multilevel"/>
    <w:tmpl w:val="9A8A0E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16204704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32D12"/>
    <w:rsid w:val="00136A8D"/>
    <w:rsid w:val="00534FB6"/>
    <w:rsid w:val="00627E3A"/>
    <w:rsid w:val="007818B4"/>
    <w:rsid w:val="008F2A96"/>
    <w:rsid w:val="00983F83"/>
    <w:rsid w:val="00AE3855"/>
    <w:rsid w:val="00B36F01"/>
    <w:rsid w:val="00B81AA2"/>
    <w:rsid w:val="00C71C40"/>
    <w:rsid w:val="00CB23CA"/>
    <w:rsid w:val="00D56783"/>
    <w:rsid w:val="00D92789"/>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6A8D"/>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96A0B586241429CB701B33D434347DA">
    <w:name w:val="396A0B586241429CB701B33D434347DA"/>
    <w:rsid w:val="00136A8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Responsible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0FE24155-2102-4D0B-801C-6C578ADF1CE6}">
  <ds:schemaRefs>
    <ds:schemaRef ds:uri="http://purl.org/dc/dcmitype/"/>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2006/metadata/properties"/>
    <ds:schemaRef ds:uri="http://schemas.microsoft.com/office/infopath/2007/PartnerControls"/>
    <ds:schemaRef ds:uri="30c666ed-fe46-43d6-bf30-6de2567680e6"/>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8B476E7-B68F-4BC9-9F75-C36FFFE4E771}"/>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6</Pages>
  <Words>1768</Words>
  <Characters>10081</Characters>
  <Application>Microsoft Office Word</Application>
  <DocSecurity>0</DocSecurity>
  <PresentationFormat>Microsoft Word 14.0</PresentationFormat>
  <Lines>84</Lines>
  <Paragraphs>23</Paragraphs>
  <ScaleCrop>true</ScaleCrop>
  <Company/>
  <LinksUpToDate>false</LinksUpToDate>
  <CharactersWithSpaces>11826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14</cp:revision>
  <cp:lastPrinted>2023-04-18T07:01:00Z</cp:lastPrinted>
  <dcterms:created xsi:type="dcterms:W3CDTF">2024-11-08T12:43:00Z</dcterms:created>
  <dcterms:modified xsi:type="dcterms:W3CDTF">2025-08-13T14:03:00Z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